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115" w:rsidRPr="0029150F" w:rsidRDefault="002A3115" w:rsidP="0054070C">
      <w:pPr>
        <w:spacing w:line="640" w:lineRule="exact"/>
        <w:rPr>
          <w:rFonts w:ascii="华文仿宋" w:eastAsia="华文仿宋" w:hAnsi="华文仿宋"/>
          <w:sz w:val="32"/>
          <w:szCs w:val="32"/>
        </w:rPr>
      </w:pPr>
      <w:r w:rsidRPr="0029150F">
        <w:rPr>
          <w:rFonts w:ascii="华文仿宋" w:eastAsia="华文仿宋" w:hAnsi="华文仿宋" w:hint="eastAsia"/>
          <w:sz w:val="32"/>
          <w:szCs w:val="32"/>
        </w:rPr>
        <w:t>附件</w:t>
      </w:r>
      <w:r w:rsidRPr="0029150F">
        <w:rPr>
          <w:rFonts w:ascii="华文仿宋" w:eastAsia="华文仿宋" w:hAnsi="华文仿宋"/>
          <w:sz w:val="32"/>
          <w:szCs w:val="32"/>
        </w:rPr>
        <w:t>1</w:t>
      </w:r>
      <w:r w:rsidRPr="0029150F">
        <w:rPr>
          <w:rFonts w:ascii="华文仿宋" w:eastAsia="华文仿宋" w:hAnsi="华文仿宋" w:hint="eastAsia"/>
          <w:sz w:val="32"/>
          <w:szCs w:val="32"/>
        </w:rPr>
        <w:t>：</w:t>
      </w:r>
    </w:p>
    <w:p w:rsidR="002A3115" w:rsidRPr="00A932DC" w:rsidRDefault="002A3115" w:rsidP="0054070C">
      <w:pPr>
        <w:tabs>
          <w:tab w:val="num" w:pos="0"/>
        </w:tabs>
        <w:spacing w:line="640" w:lineRule="exact"/>
        <w:ind w:firstLineChars="225" w:firstLine="810"/>
        <w:jc w:val="center"/>
        <w:rPr>
          <w:rFonts w:ascii="华文中宋" w:eastAsia="华文中宋" w:hAnsi="华文中宋"/>
          <w:sz w:val="36"/>
          <w:szCs w:val="36"/>
        </w:rPr>
      </w:pPr>
      <w:r w:rsidRPr="00A932DC">
        <w:rPr>
          <w:rFonts w:ascii="华文中宋" w:eastAsia="华文中宋" w:hAnsi="华文中宋"/>
          <w:sz w:val="36"/>
          <w:szCs w:val="36"/>
        </w:rPr>
        <w:t>2017</w:t>
      </w:r>
      <w:r w:rsidRPr="00A932DC">
        <w:rPr>
          <w:rFonts w:ascii="华文中宋" w:eastAsia="华文中宋" w:hAnsi="华文中宋" w:hint="eastAsia"/>
          <w:sz w:val="36"/>
          <w:szCs w:val="36"/>
        </w:rPr>
        <w:t>年度湖北省技术创新专项</w:t>
      </w:r>
    </w:p>
    <w:p w:rsidR="002A3115" w:rsidRPr="00A932DC" w:rsidRDefault="002A3115" w:rsidP="0054070C">
      <w:pPr>
        <w:tabs>
          <w:tab w:val="num" w:pos="0"/>
        </w:tabs>
        <w:spacing w:line="640" w:lineRule="exact"/>
        <w:ind w:firstLineChars="225" w:firstLine="810"/>
        <w:jc w:val="center"/>
        <w:rPr>
          <w:rFonts w:ascii="华文中宋" w:eastAsia="华文中宋" w:hAnsi="华文中宋"/>
          <w:sz w:val="36"/>
          <w:szCs w:val="36"/>
        </w:rPr>
      </w:pPr>
      <w:r w:rsidRPr="00A932DC">
        <w:rPr>
          <w:rFonts w:ascii="华文中宋" w:eastAsia="华文中宋" w:hAnsi="华文中宋" w:hint="eastAsia"/>
          <w:sz w:val="36"/>
          <w:szCs w:val="36"/>
        </w:rPr>
        <w:t>软科学研究类项目指南</w:t>
      </w:r>
    </w:p>
    <w:p w:rsidR="002A3115" w:rsidRPr="0029150F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华文仿宋" w:eastAsia="华文仿宋" w:hAnsi="华文仿宋"/>
          <w:sz w:val="32"/>
          <w:szCs w:val="32"/>
        </w:rPr>
      </w:pP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黑体" w:eastAsia="黑体" w:hAnsi="黑体"/>
          <w:sz w:val="32"/>
          <w:szCs w:val="32"/>
        </w:rPr>
      </w:pPr>
      <w:r w:rsidRPr="006D7C75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</w:t>
      </w:r>
      <w:r w:rsidRPr="006D7C75">
        <w:rPr>
          <w:rFonts w:ascii="黑体" w:eastAsia="黑体" w:hAnsi="黑体" w:hint="eastAsia"/>
          <w:sz w:val="32"/>
          <w:szCs w:val="32"/>
        </w:rPr>
        <w:t>、重点课题</w:t>
      </w: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hint="eastAsia"/>
          <w:sz w:val="32"/>
          <w:szCs w:val="32"/>
        </w:rPr>
        <w:t>（一）研究内容。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1</w:t>
      </w:r>
      <w:r w:rsidRPr="006D7C75">
        <w:rPr>
          <w:rFonts w:ascii="仿宋" w:eastAsia="仿宋" w:hAnsi="仿宋" w:hint="eastAsia"/>
          <w:sz w:val="32"/>
          <w:szCs w:val="32"/>
        </w:rPr>
        <w:t>、习近平总书记科技创新思想研究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2</w:t>
      </w:r>
      <w:r w:rsidRPr="006D7C75">
        <w:rPr>
          <w:rFonts w:ascii="仿宋" w:eastAsia="仿宋" w:hAnsi="仿宋" w:hint="eastAsia"/>
          <w:sz w:val="32"/>
          <w:szCs w:val="32"/>
        </w:rPr>
        <w:t>、政府在当代科技创新中的定位职能及实现方式研究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3</w:t>
      </w:r>
      <w:r w:rsidRPr="006D7C75">
        <w:rPr>
          <w:rFonts w:ascii="仿宋" w:eastAsia="仿宋" w:hAnsi="仿宋" w:hint="eastAsia"/>
          <w:sz w:val="32"/>
          <w:szCs w:val="32"/>
        </w:rPr>
        <w:t>、湖北县域科技创新模式研究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4</w:t>
      </w:r>
      <w:r w:rsidRPr="006D7C75">
        <w:rPr>
          <w:rFonts w:ascii="仿宋" w:eastAsia="仿宋" w:hAnsi="仿宋" w:hint="eastAsia"/>
          <w:sz w:val="32"/>
          <w:szCs w:val="32"/>
        </w:rPr>
        <w:t>、科技创新引领“四新”经济发展理论研究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5</w:t>
      </w:r>
      <w:r w:rsidRPr="006D7C75">
        <w:rPr>
          <w:rFonts w:ascii="仿宋" w:eastAsia="仿宋" w:hAnsi="仿宋" w:hint="eastAsia"/>
          <w:sz w:val="32"/>
          <w:szCs w:val="32"/>
        </w:rPr>
        <w:t>、湖北创新资源成为“第一资源”路径研究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6</w:t>
      </w:r>
      <w:r w:rsidRPr="006D7C75">
        <w:rPr>
          <w:rFonts w:ascii="仿宋" w:eastAsia="仿宋" w:hAnsi="仿宋" w:hint="eastAsia"/>
          <w:sz w:val="32"/>
          <w:szCs w:val="32"/>
        </w:rPr>
        <w:t>、《湖北省自主创新促进条例》实施</w:t>
      </w:r>
      <w:r w:rsidRPr="006D7C75">
        <w:rPr>
          <w:rFonts w:ascii="仿宋" w:eastAsia="仿宋" w:hAnsi="仿宋" w:hint="eastAsia"/>
          <w:color w:val="000000"/>
          <w:sz w:val="32"/>
          <w:szCs w:val="32"/>
        </w:rPr>
        <w:t>效果评估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7</w:t>
      </w:r>
      <w:r w:rsidRPr="006D7C75">
        <w:rPr>
          <w:rFonts w:ascii="仿宋" w:eastAsia="仿宋" w:hAnsi="仿宋" w:hint="eastAsia"/>
          <w:sz w:val="32"/>
          <w:szCs w:val="32"/>
        </w:rPr>
        <w:t>、湖北实行以增加知识价值为导向的分配政策研究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8</w:t>
      </w:r>
      <w:r w:rsidRPr="006D7C75">
        <w:rPr>
          <w:rFonts w:ascii="仿宋" w:eastAsia="仿宋" w:hAnsi="仿宋" w:hint="eastAsia"/>
          <w:sz w:val="32"/>
          <w:szCs w:val="32"/>
        </w:rPr>
        <w:t>、湖北创新型试点省份建设进展评估及深入推进对策</w:t>
      </w:r>
      <w:r w:rsidRPr="006D7C75">
        <w:rPr>
          <w:rFonts w:ascii="仿宋" w:eastAsia="仿宋" w:hAnsi="仿宋" w:hint="eastAsia"/>
          <w:color w:val="000000"/>
          <w:sz w:val="32"/>
          <w:szCs w:val="32"/>
        </w:rPr>
        <w:t>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9</w:t>
      </w:r>
      <w:r w:rsidRPr="006D7C75">
        <w:rPr>
          <w:rFonts w:ascii="仿宋" w:eastAsia="仿宋" w:hAnsi="仿宋" w:hint="eastAsia"/>
          <w:sz w:val="32"/>
          <w:szCs w:val="32"/>
        </w:rPr>
        <w:t>、湖北职务科技成果混合所有制的理论与实践探索研究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10</w:t>
      </w:r>
      <w:r w:rsidRPr="006D7C75">
        <w:rPr>
          <w:rFonts w:ascii="仿宋" w:eastAsia="仿宋" w:hAnsi="仿宋" w:hint="eastAsia"/>
          <w:sz w:val="32"/>
          <w:szCs w:val="32"/>
        </w:rPr>
        <w:t>、湖北高校产学研合作的绩效评价及实施机制研究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11</w:t>
      </w:r>
      <w:r w:rsidRPr="006D7C75">
        <w:rPr>
          <w:rFonts w:ascii="仿宋" w:eastAsia="仿宋" w:hAnsi="仿宋" w:hint="eastAsia"/>
          <w:sz w:val="32"/>
          <w:szCs w:val="32"/>
        </w:rPr>
        <w:t>、湖北企业技术创新类型特征与政策需求研究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12</w:t>
      </w:r>
      <w:r w:rsidRPr="006D7C75">
        <w:rPr>
          <w:rFonts w:ascii="仿宋" w:eastAsia="仿宋" w:hAnsi="仿宋" w:hint="eastAsia"/>
          <w:sz w:val="32"/>
          <w:szCs w:val="32"/>
        </w:rPr>
        <w:t>、湖北深入推进企业研发费加计扣除政策落实的对策研究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13</w:t>
      </w:r>
      <w:r w:rsidRPr="006D7C75">
        <w:rPr>
          <w:rFonts w:ascii="仿宋" w:eastAsia="仿宋" w:hAnsi="仿宋" w:hint="eastAsia"/>
          <w:sz w:val="32"/>
          <w:szCs w:val="32"/>
        </w:rPr>
        <w:t>、湖北科技创新文化建设的对策研究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14</w:t>
      </w:r>
      <w:r w:rsidRPr="006D7C75">
        <w:rPr>
          <w:rFonts w:ascii="仿宋" w:eastAsia="仿宋" w:hAnsi="仿宋" w:hint="eastAsia"/>
          <w:sz w:val="32"/>
          <w:szCs w:val="32"/>
        </w:rPr>
        <w:t>、湖北科技人才发展现状分析与对策研究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15</w:t>
      </w:r>
      <w:r w:rsidRPr="006D7C75">
        <w:rPr>
          <w:rFonts w:ascii="仿宋" w:eastAsia="仿宋" w:hAnsi="仿宋" w:hint="eastAsia"/>
          <w:sz w:val="32"/>
          <w:szCs w:val="32"/>
        </w:rPr>
        <w:t>、湖北企业创新人才引进现状与对策研究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16</w:t>
      </w:r>
      <w:r w:rsidRPr="006D7C75">
        <w:rPr>
          <w:rFonts w:ascii="仿宋" w:eastAsia="仿宋" w:hAnsi="仿宋" w:hint="eastAsia"/>
          <w:sz w:val="32"/>
          <w:szCs w:val="32"/>
        </w:rPr>
        <w:t>、湖北科技人才培养工程实施效果评估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17</w:t>
      </w:r>
      <w:r w:rsidRPr="006D7C75">
        <w:rPr>
          <w:rFonts w:ascii="仿宋" w:eastAsia="仿宋" w:hAnsi="仿宋" w:hint="eastAsia"/>
          <w:sz w:val="32"/>
          <w:szCs w:val="32"/>
        </w:rPr>
        <w:t>、湖北科技信用体系构建的现状与对策研究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color w:val="464646"/>
          <w:sz w:val="32"/>
          <w:szCs w:val="32"/>
        </w:rPr>
        <w:t>18</w:t>
      </w:r>
      <w:r w:rsidRPr="006D7C75">
        <w:rPr>
          <w:rFonts w:ascii="仿宋" w:eastAsia="仿宋" w:hAnsi="仿宋" w:hint="eastAsia"/>
          <w:color w:val="464646"/>
          <w:sz w:val="32"/>
          <w:szCs w:val="32"/>
        </w:rPr>
        <w:t>、科技创新成为“第一动力”的理论研究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19</w:t>
      </w:r>
      <w:r w:rsidRPr="006D7C75">
        <w:rPr>
          <w:rFonts w:ascii="仿宋" w:eastAsia="仿宋" w:hAnsi="仿宋" w:hint="eastAsia"/>
          <w:sz w:val="32"/>
          <w:szCs w:val="32"/>
        </w:rPr>
        <w:t>、湖北省科技进步对经济增长贡献率的研究及测算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20</w:t>
      </w:r>
      <w:r w:rsidRPr="006D7C75">
        <w:rPr>
          <w:rFonts w:ascii="仿宋" w:eastAsia="仿宋" w:hAnsi="仿宋" w:hint="eastAsia"/>
          <w:sz w:val="32"/>
          <w:szCs w:val="32"/>
        </w:rPr>
        <w:t>、湖北自贸区完善国际科技合作创新机制研究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21</w:t>
      </w:r>
      <w:r w:rsidRPr="006D7C75">
        <w:rPr>
          <w:rFonts w:ascii="仿宋" w:eastAsia="仿宋" w:hAnsi="仿宋" w:hint="eastAsia"/>
          <w:sz w:val="32"/>
          <w:szCs w:val="32"/>
        </w:rPr>
        <w:t>、湖北科技金融与企业孵化结合路径研究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22</w:t>
      </w:r>
      <w:r w:rsidRPr="006D7C75">
        <w:rPr>
          <w:rFonts w:ascii="仿宋" w:eastAsia="仿宋" w:hAnsi="仿宋" w:hint="eastAsia"/>
          <w:sz w:val="32"/>
          <w:szCs w:val="32"/>
        </w:rPr>
        <w:t>、湖北科技企业创业与培育工程实施效果与对策研究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color w:val="000000"/>
          <w:sz w:val="32"/>
          <w:szCs w:val="32"/>
        </w:rPr>
      </w:pPr>
      <w:r w:rsidRPr="006D7C75">
        <w:rPr>
          <w:rFonts w:ascii="仿宋" w:eastAsia="仿宋" w:hAnsi="仿宋"/>
          <w:sz w:val="32"/>
          <w:szCs w:val="32"/>
        </w:rPr>
        <w:t>23</w:t>
      </w:r>
      <w:r w:rsidRPr="006D7C75">
        <w:rPr>
          <w:rFonts w:ascii="仿宋" w:eastAsia="仿宋" w:hAnsi="仿宋" w:hint="eastAsia"/>
          <w:sz w:val="32"/>
          <w:szCs w:val="32"/>
        </w:rPr>
        <w:t>、</w:t>
      </w:r>
      <w:r w:rsidRPr="006D7C75">
        <w:rPr>
          <w:rFonts w:ascii="仿宋" w:eastAsia="仿宋" w:hAnsi="仿宋" w:hint="eastAsia"/>
          <w:color w:val="000000"/>
          <w:sz w:val="32"/>
          <w:szCs w:val="32"/>
        </w:rPr>
        <w:t>湖北建设</w:t>
      </w:r>
      <w:r w:rsidRPr="006D7C75">
        <w:rPr>
          <w:rFonts w:ascii="仿宋" w:eastAsia="仿宋" w:hAnsi="仿宋" w:hint="eastAsia"/>
          <w:color w:val="000000"/>
          <w:sz w:val="32"/>
          <w:szCs w:val="32"/>
          <w:shd w:val="clear" w:color="auto" w:fill="FFFFFF"/>
        </w:rPr>
        <w:t>国家可持续发展议程创新示范区</w:t>
      </w:r>
      <w:r w:rsidRPr="006D7C75">
        <w:rPr>
          <w:rFonts w:ascii="仿宋" w:eastAsia="仿宋" w:hAnsi="仿宋" w:hint="eastAsia"/>
          <w:color w:val="000000"/>
          <w:sz w:val="32"/>
          <w:szCs w:val="32"/>
        </w:rPr>
        <w:t>的对策研究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color w:val="464646"/>
          <w:sz w:val="32"/>
          <w:szCs w:val="32"/>
        </w:rPr>
      </w:pPr>
      <w:r w:rsidRPr="006D7C75">
        <w:rPr>
          <w:rFonts w:ascii="仿宋" w:eastAsia="仿宋" w:hAnsi="仿宋"/>
          <w:color w:val="000000"/>
          <w:sz w:val="32"/>
          <w:szCs w:val="32"/>
        </w:rPr>
        <w:t>24</w:t>
      </w:r>
      <w:r w:rsidRPr="006D7C75">
        <w:rPr>
          <w:rFonts w:ascii="仿宋" w:eastAsia="仿宋" w:hAnsi="仿宋" w:hint="eastAsia"/>
          <w:color w:val="000000"/>
          <w:sz w:val="32"/>
          <w:szCs w:val="32"/>
        </w:rPr>
        <w:t>、</w:t>
      </w:r>
      <w:r w:rsidRPr="006D7C75">
        <w:rPr>
          <w:rFonts w:ascii="仿宋" w:eastAsia="仿宋" w:hAnsi="仿宋" w:hint="eastAsia"/>
          <w:color w:val="222222"/>
          <w:sz w:val="32"/>
          <w:szCs w:val="32"/>
          <w:shd w:val="clear" w:color="auto" w:fill="FFFFFF"/>
        </w:rPr>
        <w:t>深入推进湖北科技领域“放管服”改革</w:t>
      </w:r>
      <w:r w:rsidRPr="006D7C75">
        <w:rPr>
          <w:rFonts w:ascii="仿宋" w:eastAsia="仿宋" w:hAnsi="仿宋" w:hint="eastAsia"/>
          <w:color w:val="464646"/>
          <w:sz w:val="32"/>
          <w:szCs w:val="32"/>
        </w:rPr>
        <w:t>路径研究</w:t>
      </w:r>
    </w:p>
    <w:p w:rsidR="002A3115" w:rsidRPr="006D7C75" w:rsidRDefault="002A3115" w:rsidP="006D7C75">
      <w:pPr>
        <w:spacing w:line="640" w:lineRule="exact"/>
        <w:ind w:firstLineChars="225" w:firstLine="720"/>
        <w:rPr>
          <w:rFonts w:ascii="仿宋" w:eastAsia="仿宋" w:hAnsi="仿宋"/>
          <w:color w:val="464646"/>
          <w:sz w:val="32"/>
          <w:szCs w:val="32"/>
        </w:rPr>
      </w:pPr>
      <w:r w:rsidRPr="006D7C75">
        <w:rPr>
          <w:rFonts w:ascii="仿宋" w:eastAsia="仿宋" w:hAnsi="仿宋"/>
          <w:color w:val="464646"/>
          <w:sz w:val="32"/>
          <w:szCs w:val="32"/>
        </w:rPr>
        <w:t>25</w:t>
      </w:r>
      <w:r w:rsidRPr="006D7C75">
        <w:rPr>
          <w:rFonts w:ascii="仿宋" w:eastAsia="仿宋" w:hAnsi="仿宋" w:hint="eastAsia"/>
          <w:color w:val="464646"/>
          <w:sz w:val="32"/>
          <w:szCs w:val="32"/>
        </w:rPr>
        <w:t>、提升湖北科技创新供给能力的对策研究</w:t>
      </w:r>
    </w:p>
    <w:p w:rsidR="002A3115" w:rsidRPr="006D7C75" w:rsidRDefault="002A3115" w:rsidP="0054070C">
      <w:pPr>
        <w:spacing w:line="640" w:lineRule="exact"/>
        <w:ind w:leftChars="304" w:left="638" w:firstLineChars="25" w:firstLine="8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cs="华文仿宋" w:hint="eastAsia"/>
          <w:sz w:val="32"/>
          <w:szCs w:val="32"/>
        </w:rPr>
        <w:t>（二）研究要求。</w:t>
      </w:r>
    </w:p>
    <w:p w:rsidR="002A3115" w:rsidRPr="006D7C75" w:rsidRDefault="002A3115" w:rsidP="0054070C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cs="华文仿宋" w:hint="eastAsia"/>
          <w:sz w:val="32"/>
          <w:szCs w:val="32"/>
        </w:rPr>
        <w:t>原则上立项计划下达</w:t>
      </w:r>
      <w:r w:rsidRPr="006D7C75">
        <w:rPr>
          <w:rFonts w:ascii="仿宋" w:eastAsia="仿宋" w:hAnsi="仿宋" w:cs="华文仿宋"/>
          <w:sz w:val="32"/>
          <w:szCs w:val="32"/>
        </w:rPr>
        <w:t>6</w:t>
      </w:r>
      <w:r w:rsidRPr="006D7C75">
        <w:rPr>
          <w:rFonts w:ascii="仿宋" w:eastAsia="仿宋" w:hAnsi="仿宋" w:cs="华文仿宋" w:hint="eastAsia"/>
          <w:sz w:val="32"/>
          <w:szCs w:val="32"/>
        </w:rPr>
        <w:t>个月内，完成不少于</w:t>
      </w:r>
      <w:r w:rsidRPr="006D7C75">
        <w:rPr>
          <w:rFonts w:ascii="仿宋" w:eastAsia="仿宋" w:hAnsi="仿宋" w:cs="华文仿宋"/>
          <w:sz w:val="32"/>
          <w:szCs w:val="32"/>
        </w:rPr>
        <w:t>3</w:t>
      </w:r>
      <w:r w:rsidRPr="006D7C75">
        <w:rPr>
          <w:rFonts w:ascii="仿宋" w:eastAsia="仿宋" w:hAnsi="仿宋" w:cs="华文仿宋" w:hint="eastAsia"/>
          <w:sz w:val="32"/>
          <w:szCs w:val="32"/>
        </w:rPr>
        <w:t>万字的研究报告、</w:t>
      </w:r>
      <w:r w:rsidRPr="006D7C75">
        <w:rPr>
          <w:rFonts w:ascii="仿宋" w:eastAsia="仿宋" w:hAnsi="仿宋" w:cs="华文仿宋"/>
          <w:sz w:val="32"/>
          <w:szCs w:val="32"/>
        </w:rPr>
        <w:t>5000</w:t>
      </w:r>
      <w:r w:rsidRPr="006D7C75">
        <w:rPr>
          <w:rFonts w:ascii="仿宋" w:eastAsia="仿宋" w:hAnsi="仿宋" w:cs="华文仿宋" w:hint="eastAsia"/>
          <w:sz w:val="32"/>
          <w:szCs w:val="32"/>
        </w:rPr>
        <w:t>字的决策咨询报告，研究成果被决策部门采纳、应用（需提供应用证明），或在核心期刊发表</w:t>
      </w:r>
      <w:r w:rsidRPr="006D7C75">
        <w:rPr>
          <w:rFonts w:ascii="仿宋" w:eastAsia="仿宋" w:hAnsi="仿宋" w:cs="华文仿宋"/>
          <w:sz w:val="32"/>
          <w:szCs w:val="32"/>
        </w:rPr>
        <w:t>1</w:t>
      </w:r>
      <w:r w:rsidRPr="006D7C75">
        <w:rPr>
          <w:rFonts w:ascii="仿宋" w:eastAsia="仿宋" w:hAnsi="仿宋" w:cs="华文仿宋" w:hint="eastAsia"/>
          <w:sz w:val="32"/>
          <w:szCs w:val="32"/>
        </w:rPr>
        <w:t>篇以上注明为“湖北省技术创新专项软科学项目资助”的论文（提供发表论文复印件或稿件采用证明）。</w:t>
      </w:r>
    </w:p>
    <w:p w:rsidR="002A3115" w:rsidRPr="006D7C75" w:rsidRDefault="002A3115" w:rsidP="0054070C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cs="华文仿宋" w:hint="eastAsia"/>
          <w:sz w:val="32"/>
          <w:szCs w:val="32"/>
        </w:rPr>
        <w:t>（三）申报要求。</w:t>
      </w:r>
    </w:p>
    <w:p w:rsidR="002A3115" w:rsidRPr="006D7C75" w:rsidRDefault="002A3115" w:rsidP="0054070C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cs="华文仿宋"/>
          <w:sz w:val="32"/>
          <w:szCs w:val="32"/>
        </w:rPr>
        <w:t>1</w:t>
      </w:r>
      <w:r w:rsidRPr="006D7C75">
        <w:rPr>
          <w:rFonts w:ascii="仿宋" w:eastAsia="仿宋" w:hAnsi="仿宋"/>
          <w:sz w:val="32"/>
          <w:szCs w:val="32"/>
        </w:rPr>
        <w:t>.</w:t>
      </w:r>
      <w:r w:rsidRPr="006D7C75">
        <w:rPr>
          <w:rFonts w:ascii="仿宋" w:eastAsia="仿宋" w:hAnsi="仿宋" w:cs="华文仿宋" w:hint="eastAsia"/>
          <w:sz w:val="32"/>
          <w:szCs w:val="32"/>
        </w:rPr>
        <w:t>项目要加强团队协作研究，项目负责人需具有高级职称（含副高），且开展过与申报课题相关或相近的自主研究；团队成员</w:t>
      </w:r>
      <w:r w:rsidRPr="006D7C75">
        <w:rPr>
          <w:rFonts w:ascii="仿宋" w:eastAsia="仿宋" w:hAnsi="仿宋" w:cs="华文仿宋"/>
          <w:sz w:val="32"/>
          <w:szCs w:val="32"/>
        </w:rPr>
        <w:t>5-10</w:t>
      </w:r>
      <w:r w:rsidRPr="006D7C75">
        <w:rPr>
          <w:rFonts w:ascii="仿宋" w:eastAsia="仿宋" w:hAnsi="仿宋" w:cs="华文仿宋" w:hint="eastAsia"/>
          <w:sz w:val="32"/>
          <w:szCs w:val="32"/>
        </w:rPr>
        <w:t>人，其中具有高级职称（含副高）人员比率不低于</w:t>
      </w:r>
      <w:r w:rsidRPr="006D7C75">
        <w:rPr>
          <w:rFonts w:ascii="仿宋" w:eastAsia="仿宋" w:hAnsi="仿宋" w:cs="华文仿宋"/>
          <w:sz w:val="32"/>
          <w:szCs w:val="32"/>
        </w:rPr>
        <w:t>40%</w:t>
      </w:r>
      <w:r w:rsidRPr="006D7C75">
        <w:rPr>
          <w:rFonts w:ascii="仿宋" w:eastAsia="仿宋" w:hAnsi="仿宋" w:cs="华文仿宋" w:hint="eastAsia"/>
          <w:sz w:val="32"/>
          <w:szCs w:val="32"/>
        </w:rPr>
        <w:t>。</w:t>
      </w:r>
    </w:p>
    <w:p w:rsidR="002A3115" w:rsidRPr="006D7C75" w:rsidRDefault="002A3115" w:rsidP="0054070C">
      <w:pPr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cs="华文仿宋"/>
          <w:sz w:val="32"/>
          <w:szCs w:val="32"/>
        </w:rPr>
        <w:t>2</w:t>
      </w:r>
      <w:r w:rsidRPr="006D7C75">
        <w:rPr>
          <w:rFonts w:ascii="仿宋" w:eastAsia="仿宋" w:hAnsi="仿宋"/>
          <w:sz w:val="32"/>
          <w:szCs w:val="32"/>
        </w:rPr>
        <w:t>.</w:t>
      </w:r>
      <w:r w:rsidRPr="006D7C75">
        <w:rPr>
          <w:rFonts w:ascii="仿宋" w:eastAsia="仿宋" w:hAnsi="仿宋" w:cs="华文仿宋" w:hint="eastAsia"/>
          <w:sz w:val="32"/>
          <w:szCs w:val="32"/>
        </w:rPr>
        <w:t>项目负责人有到期未结题的国家软科学研究计划、湖北省软科学研究计划的，不得作为项目负责人申报。同一年度只能申请一项各类软科学项目。</w:t>
      </w:r>
    </w:p>
    <w:p w:rsidR="002A3115" w:rsidRPr="006D7C75" w:rsidRDefault="002A3115" w:rsidP="0054070C">
      <w:pPr>
        <w:spacing w:line="640" w:lineRule="exact"/>
        <w:ind w:firstLineChars="225" w:firstLine="720"/>
        <w:rPr>
          <w:rFonts w:ascii="黑体" w:eastAsia="黑体" w:hAnsi="黑体"/>
          <w:sz w:val="32"/>
          <w:szCs w:val="32"/>
        </w:rPr>
      </w:pPr>
      <w:r w:rsidRPr="006D7C75">
        <w:rPr>
          <w:rFonts w:ascii="黑体" w:eastAsia="黑体" w:hAnsi="黑体" w:hint="eastAsia"/>
          <w:sz w:val="32"/>
          <w:szCs w:val="32"/>
        </w:rPr>
        <w:t>二、</w:t>
      </w:r>
      <w:r w:rsidRPr="006D7C75">
        <w:rPr>
          <w:rFonts w:ascii="黑体" w:eastAsia="黑体" w:hAnsi="黑体" w:cs="微软雅黑" w:hint="eastAsia"/>
          <w:sz w:val="32"/>
          <w:szCs w:val="32"/>
        </w:rPr>
        <w:t>面上项目</w:t>
      </w: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cs="华文仿宋" w:hint="eastAsia"/>
          <w:sz w:val="32"/>
          <w:szCs w:val="32"/>
        </w:rPr>
        <w:t>（一）支持方向。</w:t>
      </w: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仿宋" w:eastAsia="仿宋" w:hAnsi="仿宋" w:cs="华文仿宋"/>
          <w:sz w:val="32"/>
          <w:szCs w:val="32"/>
        </w:rPr>
      </w:pPr>
      <w:r w:rsidRPr="006D7C75">
        <w:rPr>
          <w:rFonts w:ascii="仿宋" w:eastAsia="仿宋" w:hAnsi="仿宋" w:cs="华文仿宋"/>
          <w:sz w:val="32"/>
          <w:szCs w:val="32"/>
        </w:rPr>
        <w:t>1</w:t>
      </w:r>
      <w:r w:rsidRPr="006D7C75">
        <w:rPr>
          <w:rFonts w:ascii="仿宋" w:eastAsia="仿宋" w:hAnsi="仿宋"/>
          <w:sz w:val="32"/>
          <w:szCs w:val="32"/>
        </w:rPr>
        <w:t>.</w:t>
      </w:r>
      <w:r w:rsidRPr="006D7C75">
        <w:rPr>
          <w:rFonts w:ascii="仿宋" w:eastAsia="仿宋" w:hAnsi="仿宋" w:cs="华文仿宋" w:hint="eastAsia"/>
          <w:sz w:val="32"/>
          <w:szCs w:val="32"/>
        </w:rPr>
        <w:t>深化科技体制改革研究。围绕《关于深化科技体制改革加快实施创新驱动发展战略的若干意见》（中发</w:t>
      </w:r>
      <w:r w:rsidRPr="006D7C75">
        <w:rPr>
          <w:rFonts w:ascii="仿宋" w:eastAsia="仿宋" w:hAnsi="仿宋" w:cs="华文仿宋"/>
          <w:sz w:val="32"/>
          <w:szCs w:val="32"/>
        </w:rPr>
        <w:t>[2015]8</w:t>
      </w:r>
      <w:r w:rsidRPr="006D7C75">
        <w:rPr>
          <w:rFonts w:ascii="仿宋" w:eastAsia="仿宋" w:hAnsi="仿宋" w:cs="华文仿宋" w:hint="eastAsia"/>
          <w:sz w:val="32"/>
          <w:szCs w:val="32"/>
        </w:rPr>
        <w:t>号）、《深化科技体制改革实施方案》（中办发</w:t>
      </w:r>
      <w:r w:rsidRPr="006D7C75">
        <w:rPr>
          <w:rFonts w:ascii="仿宋" w:eastAsia="仿宋" w:hAnsi="仿宋" w:cs="华文仿宋"/>
          <w:sz w:val="32"/>
          <w:szCs w:val="32"/>
        </w:rPr>
        <w:t>[2015]46</w:t>
      </w:r>
      <w:r w:rsidRPr="006D7C75">
        <w:rPr>
          <w:rFonts w:ascii="仿宋" w:eastAsia="仿宋" w:hAnsi="仿宋" w:cs="华文仿宋" w:hint="eastAsia"/>
          <w:sz w:val="32"/>
          <w:szCs w:val="32"/>
        </w:rPr>
        <w:t>号）提出的一系列改革举措，自选方向，在研究分析国内外相关经验做法的基础上，提出意见和建议。</w:t>
      </w: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仿宋" w:eastAsia="仿宋" w:hAnsi="仿宋" w:cs="华文仿宋"/>
          <w:sz w:val="32"/>
          <w:szCs w:val="32"/>
        </w:rPr>
      </w:pPr>
      <w:r w:rsidRPr="006D7C75">
        <w:rPr>
          <w:rFonts w:ascii="仿宋" w:eastAsia="仿宋" w:hAnsi="仿宋" w:cs="华文仿宋"/>
          <w:sz w:val="32"/>
          <w:szCs w:val="32"/>
        </w:rPr>
        <w:t>2.</w:t>
      </w:r>
      <w:r w:rsidRPr="006D7C75">
        <w:rPr>
          <w:rFonts w:ascii="仿宋" w:eastAsia="仿宋" w:hAnsi="仿宋" w:cs="华文仿宋" w:hint="eastAsia"/>
          <w:sz w:val="32"/>
          <w:szCs w:val="32"/>
        </w:rPr>
        <w:t>科技创新相关问题研究。围绕区域创新发展、产业技术创新、企业技术创新、创新人才培养与发展、科技管理创新等方面开展研究。</w:t>
      </w: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cs="华文仿宋"/>
          <w:sz w:val="32"/>
          <w:szCs w:val="32"/>
        </w:rPr>
        <w:t>3</w:t>
      </w:r>
      <w:r w:rsidRPr="006D7C75">
        <w:rPr>
          <w:rFonts w:ascii="仿宋" w:eastAsia="仿宋" w:hAnsi="仿宋"/>
          <w:sz w:val="32"/>
          <w:szCs w:val="32"/>
        </w:rPr>
        <w:t>.</w:t>
      </w:r>
      <w:r w:rsidRPr="006D7C75">
        <w:rPr>
          <w:rFonts w:ascii="仿宋" w:eastAsia="仿宋" w:hAnsi="仿宋" w:cs="华文仿宋" w:hint="eastAsia"/>
          <w:sz w:val="32"/>
          <w:szCs w:val="32"/>
        </w:rPr>
        <w:t>政府部门决策支撑研究。为</w:t>
      </w:r>
      <w:bookmarkStart w:id="0" w:name="OLE_LINK1"/>
      <w:r w:rsidRPr="006D7C75">
        <w:rPr>
          <w:rFonts w:ascii="仿宋" w:eastAsia="仿宋" w:hAnsi="仿宋" w:cs="华文仿宋" w:hint="eastAsia"/>
          <w:sz w:val="32"/>
          <w:szCs w:val="32"/>
        </w:rPr>
        <w:t>省直相关部门、各市州</w:t>
      </w:r>
      <w:bookmarkEnd w:id="0"/>
      <w:r w:rsidRPr="006D7C75">
        <w:rPr>
          <w:rFonts w:ascii="仿宋" w:eastAsia="仿宋" w:hAnsi="仿宋" w:cs="华文仿宋" w:hint="eastAsia"/>
          <w:sz w:val="32"/>
          <w:szCs w:val="32"/>
        </w:rPr>
        <w:t>的决策科学化、民主化、法制化提供支撑和服务的研究。</w:t>
      </w: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cs="华文仿宋" w:hint="eastAsia"/>
          <w:sz w:val="32"/>
          <w:szCs w:val="32"/>
        </w:rPr>
        <w:t>（二）研究要求。</w:t>
      </w: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cs="华文仿宋" w:hint="eastAsia"/>
          <w:sz w:val="32"/>
          <w:szCs w:val="32"/>
        </w:rPr>
        <w:t>立项计划下达</w:t>
      </w:r>
      <w:r w:rsidRPr="006D7C75">
        <w:rPr>
          <w:rFonts w:ascii="仿宋" w:eastAsia="仿宋" w:hAnsi="仿宋" w:cs="华文仿宋"/>
          <w:sz w:val="32"/>
          <w:szCs w:val="32"/>
        </w:rPr>
        <w:t>12</w:t>
      </w:r>
      <w:r w:rsidRPr="006D7C75">
        <w:rPr>
          <w:rFonts w:ascii="仿宋" w:eastAsia="仿宋" w:hAnsi="仿宋" w:cs="华文仿宋" w:hint="eastAsia"/>
          <w:sz w:val="32"/>
          <w:szCs w:val="32"/>
        </w:rPr>
        <w:t>个月内，提交</w:t>
      </w:r>
      <w:r w:rsidRPr="006D7C75">
        <w:rPr>
          <w:rFonts w:ascii="仿宋" w:eastAsia="仿宋" w:hAnsi="仿宋" w:cs="华文仿宋"/>
          <w:sz w:val="32"/>
          <w:szCs w:val="32"/>
        </w:rPr>
        <w:t>2</w:t>
      </w:r>
      <w:r w:rsidRPr="006D7C75">
        <w:rPr>
          <w:rFonts w:ascii="仿宋" w:eastAsia="仿宋" w:hAnsi="仿宋" w:cs="华文仿宋" w:hint="eastAsia"/>
          <w:sz w:val="32"/>
          <w:szCs w:val="32"/>
        </w:rPr>
        <w:t>万字左右的研究报告和</w:t>
      </w:r>
      <w:r w:rsidRPr="006D7C75">
        <w:rPr>
          <w:rFonts w:ascii="仿宋" w:eastAsia="仿宋" w:hAnsi="仿宋" w:cs="华文仿宋"/>
          <w:sz w:val="32"/>
          <w:szCs w:val="32"/>
        </w:rPr>
        <w:t>3000</w:t>
      </w:r>
      <w:r w:rsidRPr="006D7C75">
        <w:rPr>
          <w:rFonts w:ascii="仿宋" w:eastAsia="仿宋" w:hAnsi="仿宋" w:cs="华文仿宋" w:hint="eastAsia"/>
          <w:sz w:val="32"/>
          <w:szCs w:val="32"/>
        </w:rPr>
        <w:t>字以上的决策咨询报告；在核心期刊发表</w:t>
      </w:r>
      <w:r w:rsidRPr="006D7C75">
        <w:rPr>
          <w:rFonts w:ascii="仿宋" w:eastAsia="仿宋" w:hAnsi="仿宋" w:cs="华文仿宋"/>
          <w:sz w:val="32"/>
          <w:szCs w:val="32"/>
        </w:rPr>
        <w:t>1</w:t>
      </w:r>
      <w:r w:rsidRPr="006D7C75">
        <w:rPr>
          <w:rFonts w:ascii="仿宋" w:eastAsia="仿宋" w:hAnsi="仿宋" w:cs="华文仿宋" w:hint="eastAsia"/>
          <w:sz w:val="32"/>
          <w:szCs w:val="32"/>
        </w:rPr>
        <w:t>篇以上注明为“湖北省技术创新专项软科学项目资助”的论文，或被决策应用部门采纳或应用的证明。</w:t>
      </w: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cs="华文仿宋" w:hint="eastAsia"/>
          <w:sz w:val="32"/>
          <w:szCs w:val="32"/>
        </w:rPr>
        <w:t>（三）申报要求。</w:t>
      </w: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仿宋" w:eastAsia="仿宋" w:hAnsi="仿宋"/>
          <w:sz w:val="32"/>
          <w:szCs w:val="32"/>
        </w:rPr>
      </w:pPr>
      <w:r w:rsidRPr="006D7C75">
        <w:rPr>
          <w:rFonts w:ascii="仿宋" w:eastAsia="仿宋" w:hAnsi="仿宋" w:cs="华文仿宋"/>
          <w:sz w:val="32"/>
          <w:szCs w:val="32"/>
        </w:rPr>
        <w:t>1.</w:t>
      </w:r>
      <w:r w:rsidRPr="006D7C75">
        <w:rPr>
          <w:rFonts w:ascii="仿宋" w:eastAsia="仿宋" w:hAnsi="仿宋" w:cs="华文仿宋" w:hint="eastAsia"/>
          <w:sz w:val="32"/>
          <w:szCs w:val="32"/>
        </w:rPr>
        <w:t>项目负责人超过</w:t>
      </w:r>
      <w:r w:rsidRPr="006D7C75">
        <w:rPr>
          <w:rFonts w:ascii="仿宋" w:eastAsia="仿宋" w:hAnsi="仿宋" w:cs="华文仿宋"/>
          <w:sz w:val="32"/>
          <w:szCs w:val="32"/>
        </w:rPr>
        <w:t>40</w:t>
      </w:r>
      <w:r w:rsidRPr="006D7C75">
        <w:rPr>
          <w:rFonts w:ascii="仿宋" w:eastAsia="仿宋" w:hAnsi="仿宋" w:cs="华文仿宋" w:hint="eastAsia"/>
          <w:sz w:val="32"/>
          <w:szCs w:val="32"/>
        </w:rPr>
        <w:t>岁的（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77"/>
        </w:smartTagPr>
        <w:r w:rsidRPr="006D7C75">
          <w:rPr>
            <w:rFonts w:ascii="仿宋" w:eastAsia="仿宋" w:hAnsi="仿宋" w:cs="华文仿宋"/>
            <w:sz w:val="32"/>
            <w:szCs w:val="32"/>
          </w:rPr>
          <w:t>1976</w:t>
        </w:r>
        <w:r w:rsidRPr="006D7C75">
          <w:rPr>
            <w:rFonts w:ascii="仿宋" w:eastAsia="仿宋" w:hAnsi="仿宋" w:cs="华文仿宋" w:hint="eastAsia"/>
            <w:sz w:val="32"/>
            <w:szCs w:val="32"/>
          </w:rPr>
          <w:t>年</w:t>
        </w:r>
        <w:r w:rsidRPr="006D7C75">
          <w:rPr>
            <w:rFonts w:ascii="仿宋" w:eastAsia="仿宋" w:hAnsi="仿宋" w:cs="华文仿宋"/>
            <w:sz w:val="32"/>
            <w:szCs w:val="32"/>
          </w:rPr>
          <w:t>12</w:t>
        </w:r>
        <w:r w:rsidRPr="006D7C75">
          <w:rPr>
            <w:rFonts w:ascii="仿宋" w:eastAsia="仿宋" w:hAnsi="仿宋" w:cs="华文仿宋" w:hint="eastAsia"/>
            <w:sz w:val="32"/>
            <w:szCs w:val="32"/>
          </w:rPr>
          <w:t>月</w:t>
        </w:r>
        <w:r w:rsidRPr="006D7C75">
          <w:rPr>
            <w:rFonts w:ascii="仿宋" w:eastAsia="仿宋" w:hAnsi="仿宋" w:cs="华文仿宋"/>
            <w:sz w:val="32"/>
            <w:szCs w:val="32"/>
          </w:rPr>
          <w:t>31</w:t>
        </w:r>
        <w:r w:rsidRPr="006D7C75">
          <w:rPr>
            <w:rFonts w:ascii="仿宋" w:eastAsia="仿宋" w:hAnsi="仿宋" w:cs="华文仿宋" w:hint="eastAsia"/>
            <w:sz w:val="32"/>
            <w:szCs w:val="32"/>
          </w:rPr>
          <w:t>日</w:t>
        </w:r>
      </w:smartTag>
      <w:r w:rsidRPr="006D7C75">
        <w:rPr>
          <w:rFonts w:ascii="仿宋" w:eastAsia="仿宋" w:hAnsi="仿宋" w:cs="华文仿宋" w:hint="eastAsia"/>
          <w:sz w:val="32"/>
          <w:szCs w:val="32"/>
        </w:rPr>
        <w:t>以前出生），需具有高级职称（含副高）；项目负责人年龄不超过</w:t>
      </w:r>
      <w:r w:rsidRPr="006D7C75">
        <w:rPr>
          <w:rFonts w:ascii="仿宋" w:eastAsia="仿宋" w:hAnsi="仿宋" w:cs="华文仿宋"/>
          <w:sz w:val="32"/>
          <w:szCs w:val="32"/>
        </w:rPr>
        <w:t>40</w:t>
      </w:r>
      <w:r w:rsidRPr="006D7C75">
        <w:rPr>
          <w:rFonts w:ascii="仿宋" w:eastAsia="仿宋" w:hAnsi="仿宋" w:cs="华文仿宋" w:hint="eastAsia"/>
          <w:sz w:val="32"/>
          <w:szCs w:val="32"/>
        </w:rPr>
        <w:t>岁的（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1"/>
          <w:attr w:name="Year" w:val="1977"/>
        </w:smartTagPr>
        <w:r w:rsidRPr="006D7C75">
          <w:rPr>
            <w:rFonts w:ascii="仿宋" w:eastAsia="仿宋" w:hAnsi="仿宋" w:cs="华文仿宋"/>
            <w:sz w:val="32"/>
            <w:szCs w:val="32"/>
          </w:rPr>
          <w:t>1977</w:t>
        </w:r>
        <w:r w:rsidRPr="006D7C75">
          <w:rPr>
            <w:rFonts w:ascii="仿宋" w:eastAsia="仿宋" w:hAnsi="仿宋" w:cs="华文仿宋" w:hint="eastAsia"/>
            <w:sz w:val="32"/>
            <w:szCs w:val="32"/>
          </w:rPr>
          <w:t>年</w:t>
        </w:r>
        <w:r w:rsidRPr="006D7C75">
          <w:rPr>
            <w:rFonts w:ascii="仿宋" w:eastAsia="仿宋" w:hAnsi="仿宋" w:cs="华文仿宋"/>
            <w:sz w:val="32"/>
            <w:szCs w:val="32"/>
          </w:rPr>
          <w:t>1</w:t>
        </w:r>
        <w:r w:rsidRPr="006D7C75">
          <w:rPr>
            <w:rFonts w:ascii="仿宋" w:eastAsia="仿宋" w:hAnsi="仿宋" w:cs="华文仿宋" w:hint="eastAsia"/>
            <w:sz w:val="32"/>
            <w:szCs w:val="32"/>
          </w:rPr>
          <w:t>月</w:t>
        </w:r>
        <w:r w:rsidRPr="006D7C75">
          <w:rPr>
            <w:rFonts w:ascii="仿宋" w:eastAsia="仿宋" w:hAnsi="仿宋" w:cs="华文仿宋"/>
            <w:sz w:val="32"/>
            <w:szCs w:val="32"/>
          </w:rPr>
          <w:t>1</w:t>
        </w:r>
        <w:r w:rsidRPr="006D7C75">
          <w:rPr>
            <w:rFonts w:ascii="仿宋" w:eastAsia="仿宋" w:hAnsi="仿宋" w:cs="华文仿宋" w:hint="eastAsia"/>
            <w:sz w:val="32"/>
            <w:szCs w:val="32"/>
          </w:rPr>
          <w:t>日</w:t>
        </w:r>
      </w:smartTag>
      <w:r w:rsidRPr="006D7C75">
        <w:rPr>
          <w:rFonts w:ascii="仿宋" w:eastAsia="仿宋" w:hAnsi="仿宋" w:cs="华文仿宋" w:hint="eastAsia"/>
          <w:sz w:val="32"/>
          <w:szCs w:val="32"/>
        </w:rPr>
        <w:t>以后出生），需具有博士及以上学历（不含在读博士）。相关职称、学历需提供证明材料，由推荐单位审核确认。</w:t>
      </w: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仿宋" w:eastAsia="仿宋" w:hAnsi="仿宋" w:cs="华文仿宋"/>
          <w:sz w:val="32"/>
          <w:szCs w:val="32"/>
        </w:rPr>
      </w:pPr>
      <w:r w:rsidRPr="006D7C75">
        <w:rPr>
          <w:rFonts w:ascii="仿宋" w:eastAsia="仿宋" w:hAnsi="仿宋" w:cs="华文仿宋"/>
          <w:sz w:val="32"/>
          <w:szCs w:val="32"/>
        </w:rPr>
        <w:t>2.</w:t>
      </w:r>
      <w:r w:rsidRPr="006D7C75">
        <w:rPr>
          <w:rFonts w:ascii="仿宋" w:eastAsia="仿宋" w:hAnsi="仿宋" w:cs="华文仿宋" w:hint="eastAsia"/>
          <w:sz w:val="32"/>
          <w:szCs w:val="32"/>
        </w:rPr>
        <w:t>项目负责人</w:t>
      </w:r>
      <w:r w:rsidRPr="006D7C75">
        <w:rPr>
          <w:rFonts w:ascii="仿宋" w:eastAsia="仿宋" w:hAnsi="仿宋" w:cs="华文仿宋"/>
          <w:sz w:val="32"/>
          <w:szCs w:val="32"/>
        </w:rPr>
        <w:t>2015</w:t>
      </w:r>
      <w:r w:rsidRPr="006D7C75">
        <w:rPr>
          <w:rFonts w:ascii="仿宋" w:eastAsia="仿宋" w:hAnsi="仿宋" w:cs="华文仿宋" w:hint="eastAsia"/>
          <w:sz w:val="32"/>
          <w:szCs w:val="32"/>
        </w:rPr>
        <w:t>年、</w:t>
      </w:r>
      <w:r w:rsidRPr="006D7C75">
        <w:rPr>
          <w:rFonts w:ascii="仿宋" w:eastAsia="仿宋" w:hAnsi="仿宋" w:cs="华文仿宋"/>
          <w:sz w:val="32"/>
          <w:szCs w:val="32"/>
        </w:rPr>
        <w:t>2016</w:t>
      </w:r>
      <w:r w:rsidRPr="006D7C75">
        <w:rPr>
          <w:rFonts w:ascii="仿宋" w:eastAsia="仿宋" w:hAnsi="仿宋" w:cs="华文仿宋" w:hint="eastAsia"/>
          <w:sz w:val="32"/>
          <w:szCs w:val="32"/>
        </w:rPr>
        <w:t>年未承担省级软科学研究计划；同一年度只能申请一项各类软科学项目。项目负责人有到期未结题的国家软科学研究计划、湖北省软科学研究计划的，不得作为项目负责人申报。</w:t>
      </w:r>
    </w:p>
    <w:p w:rsidR="002A3115" w:rsidRPr="006D7C75" w:rsidRDefault="002A3115" w:rsidP="0054070C">
      <w:pPr>
        <w:tabs>
          <w:tab w:val="num" w:pos="0"/>
        </w:tabs>
        <w:spacing w:line="640" w:lineRule="exact"/>
        <w:ind w:firstLineChars="225" w:firstLine="720"/>
        <w:rPr>
          <w:rFonts w:ascii="仿宋" w:eastAsia="仿宋" w:hAnsi="仿宋" w:cs="华文仿宋"/>
          <w:sz w:val="32"/>
          <w:szCs w:val="32"/>
        </w:rPr>
      </w:pPr>
      <w:r w:rsidRPr="006D7C75">
        <w:rPr>
          <w:rFonts w:ascii="仿宋" w:eastAsia="仿宋" w:hAnsi="仿宋" w:cs="华文仿宋"/>
          <w:sz w:val="32"/>
          <w:szCs w:val="32"/>
        </w:rPr>
        <w:t>3.</w:t>
      </w:r>
      <w:r w:rsidRPr="006D7C75">
        <w:rPr>
          <w:rFonts w:ascii="仿宋" w:eastAsia="仿宋" w:hAnsi="仿宋"/>
          <w:sz w:val="32"/>
          <w:szCs w:val="32"/>
        </w:rPr>
        <w:t xml:space="preserve"> </w:t>
      </w:r>
      <w:r w:rsidRPr="006D7C75">
        <w:rPr>
          <w:rFonts w:ascii="仿宋" w:eastAsia="仿宋" w:hAnsi="仿宋" w:hint="eastAsia"/>
          <w:sz w:val="32"/>
          <w:szCs w:val="32"/>
        </w:rPr>
        <w:t>要</w:t>
      </w:r>
      <w:r w:rsidRPr="006D7C75">
        <w:rPr>
          <w:rFonts w:ascii="仿宋" w:eastAsia="仿宋" w:hAnsi="仿宋" w:cs="华文仿宋" w:hint="eastAsia"/>
          <w:sz w:val="32"/>
          <w:szCs w:val="32"/>
        </w:rPr>
        <w:t>按照支持方向自由选题，不受理支持方向之外的申报项目。</w:t>
      </w:r>
      <w:r w:rsidRPr="006D7C75">
        <w:rPr>
          <w:rFonts w:ascii="仿宋" w:eastAsia="仿宋" w:hAnsi="仿宋" w:cs="微软雅黑" w:hint="eastAsia"/>
          <w:sz w:val="32"/>
          <w:szCs w:val="32"/>
        </w:rPr>
        <w:t>其中</w:t>
      </w:r>
      <w:r w:rsidRPr="006D7C75">
        <w:rPr>
          <w:rFonts w:ascii="仿宋" w:eastAsia="仿宋" w:hAnsi="仿宋" w:cs="华文仿宋" w:hint="eastAsia"/>
          <w:sz w:val="32"/>
          <w:szCs w:val="32"/>
        </w:rPr>
        <w:t>政府部门决策支撑研究类项目，申报单位要有与研究内容相关的行政单位作为项目合作单位，联合申报。</w:t>
      </w:r>
    </w:p>
    <w:p w:rsidR="002A3115" w:rsidRPr="006D7C75" w:rsidRDefault="002A3115" w:rsidP="00FF64BF">
      <w:pPr>
        <w:tabs>
          <w:tab w:val="num" w:pos="0"/>
        </w:tabs>
        <w:spacing w:line="540" w:lineRule="exact"/>
        <w:rPr>
          <w:rFonts w:ascii="仿宋" w:eastAsia="仿宋" w:hAnsi="仿宋" w:cs="华文仿宋"/>
          <w:sz w:val="32"/>
          <w:szCs w:val="32"/>
        </w:rPr>
      </w:pPr>
    </w:p>
    <w:sectPr w:rsidR="002A3115" w:rsidRPr="006D7C75" w:rsidSect="006D7C75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115" w:rsidRDefault="002A3115" w:rsidP="0094476E">
      <w:r>
        <w:separator/>
      </w:r>
    </w:p>
  </w:endnote>
  <w:endnote w:type="continuationSeparator" w:id="0">
    <w:p w:rsidR="002A3115" w:rsidRDefault="002A3115" w:rsidP="009447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”“Times New Roman”“">
    <w:altName w:val="宋体"/>
    <w:panose1 w:val="00000000000000000000"/>
    <w:charset w:val="86"/>
    <w:family w:val="roman"/>
    <w:notTrueType/>
    <w:pitch w:val="variable"/>
    <w:sig w:usb0="00000001" w:usb1="080E0000" w:usb2="00000010" w:usb3="00000000" w:csb0="00040000" w:csb1="00000000"/>
  </w:font>
  <w:font w:name="华文仿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华文中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115" w:rsidRDefault="002A3115" w:rsidP="0094476E">
      <w:r>
        <w:separator/>
      </w:r>
    </w:p>
  </w:footnote>
  <w:footnote w:type="continuationSeparator" w:id="0">
    <w:p w:rsidR="002A3115" w:rsidRDefault="002A3115" w:rsidP="009447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BF0"/>
    <w:rsid w:val="000034C5"/>
    <w:rsid w:val="00005D6A"/>
    <w:rsid w:val="00007CFA"/>
    <w:rsid w:val="00013490"/>
    <w:rsid w:val="00017F43"/>
    <w:rsid w:val="0002271D"/>
    <w:rsid w:val="00023AE2"/>
    <w:rsid w:val="000252F7"/>
    <w:rsid w:val="00025AA0"/>
    <w:rsid w:val="00042A89"/>
    <w:rsid w:val="00055BB7"/>
    <w:rsid w:val="00060564"/>
    <w:rsid w:val="00060FA3"/>
    <w:rsid w:val="00061490"/>
    <w:rsid w:val="000637FD"/>
    <w:rsid w:val="000648C2"/>
    <w:rsid w:val="00066F30"/>
    <w:rsid w:val="000748B0"/>
    <w:rsid w:val="000866F4"/>
    <w:rsid w:val="0008775A"/>
    <w:rsid w:val="00087DB2"/>
    <w:rsid w:val="000916F2"/>
    <w:rsid w:val="00093405"/>
    <w:rsid w:val="000A1CF4"/>
    <w:rsid w:val="000A6133"/>
    <w:rsid w:val="000B0E41"/>
    <w:rsid w:val="000B2448"/>
    <w:rsid w:val="000B4418"/>
    <w:rsid w:val="000B4462"/>
    <w:rsid w:val="000D273D"/>
    <w:rsid w:val="000E30ED"/>
    <w:rsid w:val="000E6FEB"/>
    <w:rsid w:val="000E7183"/>
    <w:rsid w:val="000E7E79"/>
    <w:rsid w:val="000F4AB0"/>
    <w:rsid w:val="000F529B"/>
    <w:rsid w:val="000F6BDC"/>
    <w:rsid w:val="001029E5"/>
    <w:rsid w:val="00123722"/>
    <w:rsid w:val="001338EE"/>
    <w:rsid w:val="00133F4D"/>
    <w:rsid w:val="0013602E"/>
    <w:rsid w:val="0013788D"/>
    <w:rsid w:val="00142503"/>
    <w:rsid w:val="00150DF0"/>
    <w:rsid w:val="00156EE0"/>
    <w:rsid w:val="001629EA"/>
    <w:rsid w:val="00162D67"/>
    <w:rsid w:val="001708F5"/>
    <w:rsid w:val="00171EE5"/>
    <w:rsid w:val="00181F51"/>
    <w:rsid w:val="001932A0"/>
    <w:rsid w:val="001A1CDB"/>
    <w:rsid w:val="001B0988"/>
    <w:rsid w:val="001B0F4D"/>
    <w:rsid w:val="001B5972"/>
    <w:rsid w:val="001B650C"/>
    <w:rsid w:val="001C2C96"/>
    <w:rsid w:val="001C6804"/>
    <w:rsid w:val="001D55B2"/>
    <w:rsid w:val="001F0174"/>
    <w:rsid w:val="002029F3"/>
    <w:rsid w:val="002061B2"/>
    <w:rsid w:val="00212A6F"/>
    <w:rsid w:val="002167CD"/>
    <w:rsid w:val="00220AD8"/>
    <w:rsid w:val="002245AC"/>
    <w:rsid w:val="00230AB4"/>
    <w:rsid w:val="002323DD"/>
    <w:rsid w:val="0023308E"/>
    <w:rsid w:val="00234BEA"/>
    <w:rsid w:val="0024170E"/>
    <w:rsid w:val="0024250D"/>
    <w:rsid w:val="0024475E"/>
    <w:rsid w:val="00257FBD"/>
    <w:rsid w:val="00275500"/>
    <w:rsid w:val="0028093A"/>
    <w:rsid w:val="00284486"/>
    <w:rsid w:val="00284776"/>
    <w:rsid w:val="0029150F"/>
    <w:rsid w:val="00292CF6"/>
    <w:rsid w:val="002A3115"/>
    <w:rsid w:val="002A4D2F"/>
    <w:rsid w:val="002A7FFC"/>
    <w:rsid w:val="002B2B6E"/>
    <w:rsid w:val="002B4CD7"/>
    <w:rsid w:val="002B643D"/>
    <w:rsid w:val="002C10DD"/>
    <w:rsid w:val="002C6861"/>
    <w:rsid w:val="002D0957"/>
    <w:rsid w:val="002D30C7"/>
    <w:rsid w:val="002D40BD"/>
    <w:rsid w:val="002E1B08"/>
    <w:rsid w:val="002E42F2"/>
    <w:rsid w:val="002E45D2"/>
    <w:rsid w:val="002E7FB6"/>
    <w:rsid w:val="002F1F73"/>
    <w:rsid w:val="002F360C"/>
    <w:rsid w:val="002F4D6D"/>
    <w:rsid w:val="002F5D63"/>
    <w:rsid w:val="002F63A9"/>
    <w:rsid w:val="00304E18"/>
    <w:rsid w:val="00310FFD"/>
    <w:rsid w:val="00313984"/>
    <w:rsid w:val="003169B9"/>
    <w:rsid w:val="00322B98"/>
    <w:rsid w:val="0033059F"/>
    <w:rsid w:val="003526D8"/>
    <w:rsid w:val="00362A58"/>
    <w:rsid w:val="00363544"/>
    <w:rsid w:val="003742D7"/>
    <w:rsid w:val="003860EC"/>
    <w:rsid w:val="00386538"/>
    <w:rsid w:val="00387400"/>
    <w:rsid w:val="00390CCD"/>
    <w:rsid w:val="00391A14"/>
    <w:rsid w:val="0039336B"/>
    <w:rsid w:val="003964F5"/>
    <w:rsid w:val="003B2C62"/>
    <w:rsid w:val="003B38A4"/>
    <w:rsid w:val="003B4662"/>
    <w:rsid w:val="003B688A"/>
    <w:rsid w:val="003C1502"/>
    <w:rsid w:val="003C4C15"/>
    <w:rsid w:val="003C5026"/>
    <w:rsid w:val="003C593E"/>
    <w:rsid w:val="003C5C26"/>
    <w:rsid w:val="003D255E"/>
    <w:rsid w:val="003D2704"/>
    <w:rsid w:val="003E0D8D"/>
    <w:rsid w:val="003E130F"/>
    <w:rsid w:val="003E1F7D"/>
    <w:rsid w:val="003F0FAC"/>
    <w:rsid w:val="003F19A6"/>
    <w:rsid w:val="003F1A68"/>
    <w:rsid w:val="004051C2"/>
    <w:rsid w:val="004059DB"/>
    <w:rsid w:val="004141E0"/>
    <w:rsid w:val="00417081"/>
    <w:rsid w:val="00430A51"/>
    <w:rsid w:val="004345BD"/>
    <w:rsid w:val="004352B0"/>
    <w:rsid w:val="0043727F"/>
    <w:rsid w:val="004512F9"/>
    <w:rsid w:val="00494593"/>
    <w:rsid w:val="004A3603"/>
    <w:rsid w:val="004A5AB9"/>
    <w:rsid w:val="004B011E"/>
    <w:rsid w:val="004B5F30"/>
    <w:rsid w:val="004C53B2"/>
    <w:rsid w:val="004D3605"/>
    <w:rsid w:val="004D3810"/>
    <w:rsid w:val="004D38A7"/>
    <w:rsid w:val="004D4B28"/>
    <w:rsid w:val="004D73D8"/>
    <w:rsid w:val="004E4D2E"/>
    <w:rsid w:val="00506E85"/>
    <w:rsid w:val="00513A0A"/>
    <w:rsid w:val="00530F70"/>
    <w:rsid w:val="00537EFF"/>
    <w:rsid w:val="0054070C"/>
    <w:rsid w:val="00540F3F"/>
    <w:rsid w:val="00541529"/>
    <w:rsid w:val="0054360A"/>
    <w:rsid w:val="00543827"/>
    <w:rsid w:val="00546987"/>
    <w:rsid w:val="00547B23"/>
    <w:rsid w:val="00551835"/>
    <w:rsid w:val="005532D9"/>
    <w:rsid w:val="00555EC2"/>
    <w:rsid w:val="005621DF"/>
    <w:rsid w:val="00563042"/>
    <w:rsid w:val="00572D69"/>
    <w:rsid w:val="00577E36"/>
    <w:rsid w:val="005832CC"/>
    <w:rsid w:val="00585B13"/>
    <w:rsid w:val="00590B55"/>
    <w:rsid w:val="00591198"/>
    <w:rsid w:val="00596F68"/>
    <w:rsid w:val="005A0F63"/>
    <w:rsid w:val="005A53EA"/>
    <w:rsid w:val="005C7190"/>
    <w:rsid w:val="005D35D0"/>
    <w:rsid w:val="005D73D1"/>
    <w:rsid w:val="005E052E"/>
    <w:rsid w:val="005E2BBE"/>
    <w:rsid w:val="005F2D8E"/>
    <w:rsid w:val="005F6D76"/>
    <w:rsid w:val="00607377"/>
    <w:rsid w:val="00612A07"/>
    <w:rsid w:val="006148B2"/>
    <w:rsid w:val="006227C0"/>
    <w:rsid w:val="00626535"/>
    <w:rsid w:val="00630BD3"/>
    <w:rsid w:val="00631827"/>
    <w:rsid w:val="0064250C"/>
    <w:rsid w:val="00651C00"/>
    <w:rsid w:val="00653548"/>
    <w:rsid w:val="00663C6F"/>
    <w:rsid w:val="00672BA7"/>
    <w:rsid w:val="00690E04"/>
    <w:rsid w:val="00696963"/>
    <w:rsid w:val="006A248D"/>
    <w:rsid w:val="006A42DB"/>
    <w:rsid w:val="006B02DE"/>
    <w:rsid w:val="006B08CD"/>
    <w:rsid w:val="006B0E9A"/>
    <w:rsid w:val="006B2B0F"/>
    <w:rsid w:val="006C22A8"/>
    <w:rsid w:val="006D0567"/>
    <w:rsid w:val="006D14F2"/>
    <w:rsid w:val="006D1F58"/>
    <w:rsid w:val="006D7C75"/>
    <w:rsid w:val="006E5749"/>
    <w:rsid w:val="006E7DEB"/>
    <w:rsid w:val="00701E67"/>
    <w:rsid w:val="007072D6"/>
    <w:rsid w:val="00707387"/>
    <w:rsid w:val="0071188B"/>
    <w:rsid w:val="00714DDC"/>
    <w:rsid w:val="00721EAA"/>
    <w:rsid w:val="00722B02"/>
    <w:rsid w:val="00734B07"/>
    <w:rsid w:val="00737758"/>
    <w:rsid w:val="007449D5"/>
    <w:rsid w:val="00746495"/>
    <w:rsid w:val="00746859"/>
    <w:rsid w:val="007518D5"/>
    <w:rsid w:val="007606F1"/>
    <w:rsid w:val="00771B0C"/>
    <w:rsid w:val="007829DD"/>
    <w:rsid w:val="00797F23"/>
    <w:rsid w:val="007A2352"/>
    <w:rsid w:val="007A461F"/>
    <w:rsid w:val="007A5B01"/>
    <w:rsid w:val="007A6033"/>
    <w:rsid w:val="007B083C"/>
    <w:rsid w:val="007D2B12"/>
    <w:rsid w:val="007D3B22"/>
    <w:rsid w:val="007D46DB"/>
    <w:rsid w:val="007D54BE"/>
    <w:rsid w:val="007D7D71"/>
    <w:rsid w:val="007E0852"/>
    <w:rsid w:val="007E786C"/>
    <w:rsid w:val="007F50C2"/>
    <w:rsid w:val="007F568E"/>
    <w:rsid w:val="007F614B"/>
    <w:rsid w:val="0080201C"/>
    <w:rsid w:val="008058A4"/>
    <w:rsid w:val="00807C9D"/>
    <w:rsid w:val="0081155F"/>
    <w:rsid w:val="0081158E"/>
    <w:rsid w:val="00815B93"/>
    <w:rsid w:val="00825B4D"/>
    <w:rsid w:val="00846A18"/>
    <w:rsid w:val="00852179"/>
    <w:rsid w:val="008541A0"/>
    <w:rsid w:val="00855334"/>
    <w:rsid w:val="00862C59"/>
    <w:rsid w:val="00867E3B"/>
    <w:rsid w:val="00872AF1"/>
    <w:rsid w:val="0088328A"/>
    <w:rsid w:val="00884E6F"/>
    <w:rsid w:val="00897FA5"/>
    <w:rsid w:val="008A4565"/>
    <w:rsid w:val="008A6838"/>
    <w:rsid w:val="008B58CF"/>
    <w:rsid w:val="008C07DC"/>
    <w:rsid w:val="008C0B7E"/>
    <w:rsid w:val="008C1B16"/>
    <w:rsid w:val="008C1B94"/>
    <w:rsid w:val="008C2CC9"/>
    <w:rsid w:val="008E0439"/>
    <w:rsid w:val="008E0703"/>
    <w:rsid w:val="008F0261"/>
    <w:rsid w:val="008F2E0D"/>
    <w:rsid w:val="008F30DD"/>
    <w:rsid w:val="00904FB5"/>
    <w:rsid w:val="00911847"/>
    <w:rsid w:val="00921418"/>
    <w:rsid w:val="00924671"/>
    <w:rsid w:val="009250D2"/>
    <w:rsid w:val="00931697"/>
    <w:rsid w:val="00937C61"/>
    <w:rsid w:val="0094476E"/>
    <w:rsid w:val="00945D76"/>
    <w:rsid w:val="00954AC3"/>
    <w:rsid w:val="00971F9E"/>
    <w:rsid w:val="009777D3"/>
    <w:rsid w:val="00977BBD"/>
    <w:rsid w:val="00977CAE"/>
    <w:rsid w:val="009843A4"/>
    <w:rsid w:val="00985A5F"/>
    <w:rsid w:val="009924C8"/>
    <w:rsid w:val="009929DD"/>
    <w:rsid w:val="0099398E"/>
    <w:rsid w:val="009B2261"/>
    <w:rsid w:val="009B42C7"/>
    <w:rsid w:val="009B53F9"/>
    <w:rsid w:val="009B7499"/>
    <w:rsid w:val="009C5309"/>
    <w:rsid w:val="009D147B"/>
    <w:rsid w:val="009D7873"/>
    <w:rsid w:val="009E47F7"/>
    <w:rsid w:val="009E50B4"/>
    <w:rsid w:val="009E775E"/>
    <w:rsid w:val="009E7CC3"/>
    <w:rsid w:val="00A04272"/>
    <w:rsid w:val="00A06056"/>
    <w:rsid w:val="00A13CB9"/>
    <w:rsid w:val="00A2517F"/>
    <w:rsid w:val="00A25E5E"/>
    <w:rsid w:val="00A3680D"/>
    <w:rsid w:val="00A37CC0"/>
    <w:rsid w:val="00A4022D"/>
    <w:rsid w:val="00A4140B"/>
    <w:rsid w:val="00A431AA"/>
    <w:rsid w:val="00A45B62"/>
    <w:rsid w:val="00A46AA1"/>
    <w:rsid w:val="00A526E1"/>
    <w:rsid w:val="00A53AE7"/>
    <w:rsid w:val="00A630B4"/>
    <w:rsid w:val="00A65141"/>
    <w:rsid w:val="00A803C3"/>
    <w:rsid w:val="00A932DC"/>
    <w:rsid w:val="00AA3298"/>
    <w:rsid w:val="00AA7351"/>
    <w:rsid w:val="00AB2B38"/>
    <w:rsid w:val="00AB4C0C"/>
    <w:rsid w:val="00AC28A8"/>
    <w:rsid w:val="00AC5968"/>
    <w:rsid w:val="00AC6A1B"/>
    <w:rsid w:val="00AC7EE9"/>
    <w:rsid w:val="00AD6EB1"/>
    <w:rsid w:val="00AD7C28"/>
    <w:rsid w:val="00AE2046"/>
    <w:rsid w:val="00AE2E3D"/>
    <w:rsid w:val="00AE520B"/>
    <w:rsid w:val="00AE520C"/>
    <w:rsid w:val="00AE5428"/>
    <w:rsid w:val="00AF471E"/>
    <w:rsid w:val="00B04E6D"/>
    <w:rsid w:val="00B14014"/>
    <w:rsid w:val="00B15A0A"/>
    <w:rsid w:val="00B16AC8"/>
    <w:rsid w:val="00B33BEA"/>
    <w:rsid w:val="00B35412"/>
    <w:rsid w:val="00B43A89"/>
    <w:rsid w:val="00B51063"/>
    <w:rsid w:val="00B556AF"/>
    <w:rsid w:val="00B55A3D"/>
    <w:rsid w:val="00B64CB9"/>
    <w:rsid w:val="00B64E8C"/>
    <w:rsid w:val="00B70F3F"/>
    <w:rsid w:val="00B715E5"/>
    <w:rsid w:val="00B74CF4"/>
    <w:rsid w:val="00B87C0E"/>
    <w:rsid w:val="00BA19FB"/>
    <w:rsid w:val="00BA22C9"/>
    <w:rsid w:val="00BB5EA5"/>
    <w:rsid w:val="00BC144E"/>
    <w:rsid w:val="00BC1A17"/>
    <w:rsid w:val="00BC2E8A"/>
    <w:rsid w:val="00BC50A4"/>
    <w:rsid w:val="00BC58FD"/>
    <w:rsid w:val="00BD0773"/>
    <w:rsid w:val="00BD2B1E"/>
    <w:rsid w:val="00BE153C"/>
    <w:rsid w:val="00BE482B"/>
    <w:rsid w:val="00BE5525"/>
    <w:rsid w:val="00BE7206"/>
    <w:rsid w:val="00C142C6"/>
    <w:rsid w:val="00C25A55"/>
    <w:rsid w:val="00C30C3A"/>
    <w:rsid w:val="00C32E0C"/>
    <w:rsid w:val="00C34A47"/>
    <w:rsid w:val="00C40A73"/>
    <w:rsid w:val="00C45DFB"/>
    <w:rsid w:val="00C53EF3"/>
    <w:rsid w:val="00C55342"/>
    <w:rsid w:val="00C56BB7"/>
    <w:rsid w:val="00C63010"/>
    <w:rsid w:val="00C643AE"/>
    <w:rsid w:val="00C64C75"/>
    <w:rsid w:val="00C64CD6"/>
    <w:rsid w:val="00C8546A"/>
    <w:rsid w:val="00C92A08"/>
    <w:rsid w:val="00CA0968"/>
    <w:rsid w:val="00CA6171"/>
    <w:rsid w:val="00CB5959"/>
    <w:rsid w:val="00CC038D"/>
    <w:rsid w:val="00CC049B"/>
    <w:rsid w:val="00CC77BB"/>
    <w:rsid w:val="00CD7ED9"/>
    <w:rsid w:val="00CE3D58"/>
    <w:rsid w:val="00CE6CF0"/>
    <w:rsid w:val="00CF0C4D"/>
    <w:rsid w:val="00CF32BD"/>
    <w:rsid w:val="00CF7AD8"/>
    <w:rsid w:val="00D24450"/>
    <w:rsid w:val="00D24505"/>
    <w:rsid w:val="00D2483A"/>
    <w:rsid w:val="00D24BAA"/>
    <w:rsid w:val="00D30946"/>
    <w:rsid w:val="00D33B9A"/>
    <w:rsid w:val="00D40A95"/>
    <w:rsid w:val="00D4606B"/>
    <w:rsid w:val="00D51534"/>
    <w:rsid w:val="00D60E0D"/>
    <w:rsid w:val="00D63B09"/>
    <w:rsid w:val="00D661D4"/>
    <w:rsid w:val="00D905AE"/>
    <w:rsid w:val="00D93DE5"/>
    <w:rsid w:val="00D96548"/>
    <w:rsid w:val="00D96CDC"/>
    <w:rsid w:val="00D970D1"/>
    <w:rsid w:val="00DA16CD"/>
    <w:rsid w:val="00DB056C"/>
    <w:rsid w:val="00DB0597"/>
    <w:rsid w:val="00DB51AE"/>
    <w:rsid w:val="00DC1800"/>
    <w:rsid w:val="00DC3912"/>
    <w:rsid w:val="00DC3EFB"/>
    <w:rsid w:val="00DC5BF2"/>
    <w:rsid w:val="00DC6F54"/>
    <w:rsid w:val="00DF4264"/>
    <w:rsid w:val="00DF5A8F"/>
    <w:rsid w:val="00E00480"/>
    <w:rsid w:val="00E14D78"/>
    <w:rsid w:val="00E2200E"/>
    <w:rsid w:val="00E23B5C"/>
    <w:rsid w:val="00E23B8E"/>
    <w:rsid w:val="00E342E0"/>
    <w:rsid w:val="00E36338"/>
    <w:rsid w:val="00E47820"/>
    <w:rsid w:val="00E5439F"/>
    <w:rsid w:val="00E64CDB"/>
    <w:rsid w:val="00E76BF0"/>
    <w:rsid w:val="00E860CD"/>
    <w:rsid w:val="00E93AAB"/>
    <w:rsid w:val="00E95307"/>
    <w:rsid w:val="00EA5073"/>
    <w:rsid w:val="00EB3AD7"/>
    <w:rsid w:val="00EC7347"/>
    <w:rsid w:val="00ED3B9B"/>
    <w:rsid w:val="00ED56FD"/>
    <w:rsid w:val="00EE0E8F"/>
    <w:rsid w:val="00EE7442"/>
    <w:rsid w:val="00EF00C4"/>
    <w:rsid w:val="00EF33A1"/>
    <w:rsid w:val="00EF5D7E"/>
    <w:rsid w:val="00F03116"/>
    <w:rsid w:val="00F115E6"/>
    <w:rsid w:val="00F1720E"/>
    <w:rsid w:val="00F2240F"/>
    <w:rsid w:val="00F25AA9"/>
    <w:rsid w:val="00F2666A"/>
    <w:rsid w:val="00F26C43"/>
    <w:rsid w:val="00F3260C"/>
    <w:rsid w:val="00F34833"/>
    <w:rsid w:val="00F36356"/>
    <w:rsid w:val="00F4548B"/>
    <w:rsid w:val="00F57392"/>
    <w:rsid w:val="00F61356"/>
    <w:rsid w:val="00F64CF9"/>
    <w:rsid w:val="00F657DF"/>
    <w:rsid w:val="00F85B5D"/>
    <w:rsid w:val="00F90E6F"/>
    <w:rsid w:val="00F925A8"/>
    <w:rsid w:val="00F933D9"/>
    <w:rsid w:val="00F9347F"/>
    <w:rsid w:val="00FA1B36"/>
    <w:rsid w:val="00FA4B71"/>
    <w:rsid w:val="00FA5C77"/>
    <w:rsid w:val="00FB23D1"/>
    <w:rsid w:val="00FC4B93"/>
    <w:rsid w:val="00FD1625"/>
    <w:rsid w:val="00FD678F"/>
    <w:rsid w:val="00FD68BA"/>
    <w:rsid w:val="00FE3DD2"/>
    <w:rsid w:val="00FF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BF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76BF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basedOn w:val="DefaultParagraphFont"/>
    <w:uiPriority w:val="99"/>
    <w:qFormat/>
    <w:rsid w:val="00E76BF0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9447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4476E"/>
    <w:rPr>
      <w:rFonts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9447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4476E"/>
    <w:rPr>
      <w:rFonts w:cs="Times New Roman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54152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937C61"/>
    <w:pPr>
      <w:spacing w:after="120"/>
    </w:pPr>
    <w:rPr>
      <w:rFonts w:ascii="”“Times New Roman”“" w:hAnsi="”“Times New Roman”“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391A1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872AF1"/>
    <w:rPr>
      <w:rFonts w:cs="Times New Roman"/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rsid w:val="008F30DD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8F30DD"/>
    <w:rPr>
      <w:rFonts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5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18975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5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5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1" w:color="D2D2D2"/>
                  </w:divBdr>
                  <w:divsChild>
                    <w:div w:id="18975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5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5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4</Pages>
  <Words>234</Words>
  <Characters>1337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关于组织申报2014年湖北省科技厅</dc:title>
  <dc:subject/>
  <dc:creator>MC SYSTEM</dc:creator>
  <cp:keywords/>
  <dc:description/>
  <cp:lastModifiedBy>sulh</cp:lastModifiedBy>
  <cp:revision>7</cp:revision>
  <cp:lastPrinted>2017-01-13T02:23:00Z</cp:lastPrinted>
  <dcterms:created xsi:type="dcterms:W3CDTF">2017-01-13T01:17:00Z</dcterms:created>
  <dcterms:modified xsi:type="dcterms:W3CDTF">2017-01-13T03:31:00Z</dcterms:modified>
</cp:coreProperties>
</file>