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D1" w:rsidRDefault="00BD61D1" w:rsidP="003F6BFD">
      <w:pPr>
        <w:ind w:firstLine="660"/>
        <w:rPr>
          <w:rFonts w:ascii="仿宋" w:eastAsia="仿宋" w:hAnsi="仿宋"/>
          <w:sz w:val="32"/>
          <w:szCs w:val="32"/>
        </w:rPr>
      </w:pPr>
    </w:p>
    <w:p w:rsidR="00BD61D1" w:rsidRDefault="00BD61D1" w:rsidP="003F6BFD">
      <w:pPr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>3</w:t>
      </w:r>
    </w:p>
    <w:p w:rsidR="00BD61D1" w:rsidRDefault="00BD61D1" w:rsidP="003F6BFD">
      <w:pPr>
        <w:jc w:val="center"/>
        <w:rPr>
          <w:rFonts w:ascii="仿宋" w:eastAsia="仿宋" w:hAnsi="仿宋"/>
          <w:b/>
          <w:sz w:val="36"/>
          <w:szCs w:val="36"/>
        </w:rPr>
      </w:pPr>
      <w:r w:rsidRPr="00BE70D4">
        <w:rPr>
          <w:rFonts w:ascii="仿宋" w:eastAsia="仿宋" w:hAnsi="仿宋" w:hint="eastAsia"/>
          <w:b/>
          <w:sz w:val="36"/>
          <w:szCs w:val="36"/>
        </w:rPr>
        <w:t>绩效评价工作联系人信息表</w:t>
      </w:r>
    </w:p>
    <w:p w:rsidR="00BD61D1" w:rsidRPr="00E83EE1" w:rsidRDefault="00BD61D1" w:rsidP="003F6BFD">
      <w:pPr>
        <w:jc w:val="center"/>
        <w:rPr>
          <w:rFonts w:ascii="仿宋" w:eastAsia="仿宋" w:hAnsi="仿宋"/>
          <w:b/>
          <w:sz w:val="36"/>
          <w:szCs w:val="36"/>
        </w:rPr>
      </w:pPr>
    </w:p>
    <w:p w:rsidR="00BD61D1" w:rsidRPr="00E83EE1" w:rsidRDefault="00BD61D1" w:rsidP="003F6BF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  <w:u w:val="single"/>
        </w:rPr>
        <w:t xml:space="preserve">          </w:t>
      </w:r>
      <w:r>
        <w:rPr>
          <w:rFonts w:ascii="仿宋" w:eastAsia="仿宋" w:hAnsi="仿宋" w:hint="eastAsia"/>
          <w:sz w:val="32"/>
          <w:szCs w:val="32"/>
        </w:rPr>
        <w:t>大学（学院）</w:t>
      </w:r>
    </w:p>
    <w:tbl>
      <w:tblPr>
        <w:tblW w:w="7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4"/>
        <w:gridCol w:w="1134"/>
        <w:gridCol w:w="1559"/>
        <w:gridCol w:w="1701"/>
        <w:gridCol w:w="1843"/>
      </w:tblGrid>
      <w:tr w:rsidR="00BD61D1" w:rsidRPr="00451E69" w:rsidTr="00E83EE1">
        <w:tc>
          <w:tcPr>
            <w:tcW w:w="1134" w:type="dxa"/>
            <w:vAlign w:val="center"/>
          </w:tcPr>
          <w:p w:rsidR="00BD61D1" w:rsidRPr="00451E69" w:rsidRDefault="00BD61D1" w:rsidP="00451E69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bookmarkStart w:id="0" w:name="_GoBack"/>
            <w:r w:rsidRPr="00451E69">
              <w:rPr>
                <w:rFonts w:ascii="仿宋" w:eastAsia="仿宋" w:hAnsi="仿宋" w:hint="eastAsia"/>
                <w:b/>
                <w:sz w:val="32"/>
                <w:szCs w:val="32"/>
              </w:rPr>
              <w:t>部门</w:t>
            </w:r>
          </w:p>
        </w:tc>
        <w:tc>
          <w:tcPr>
            <w:tcW w:w="1134" w:type="dxa"/>
            <w:vAlign w:val="center"/>
          </w:tcPr>
          <w:p w:rsidR="00BD61D1" w:rsidRPr="00451E69" w:rsidRDefault="00BD61D1" w:rsidP="00451E69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451E69">
              <w:rPr>
                <w:rFonts w:ascii="仿宋" w:eastAsia="仿宋" w:hAnsi="仿宋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1559" w:type="dxa"/>
            <w:vAlign w:val="center"/>
          </w:tcPr>
          <w:p w:rsidR="00BD61D1" w:rsidRPr="00451E69" w:rsidRDefault="00BD61D1" w:rsidP="00451E69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451E69">
              <w:rPr>
                <w:rFonts w:ascii="仿宋" w:eastAsia="仿宋" w:hAnsi="仿宋" w:hint="eastAsia"/>
                <w:b/>
                <w:sz w:val="32"/>
                <w:szCs w:val="32"/>
              </w:rPr>
              <w:t>办公电话</w:t>
            </w:r>
          </w:p>
        </w:tc>
        <w:tc>
          <w:tcPr>
            <w:tcW w:w="1701" w:type="dxa"/>
            <w:vAlign w:val="center"/>
          </w:tcPr>
          <w:p w:rsidR="00BD61D1" w:rsidRPr="00451E69" w:rsidRDefault="00BD61D1" w:rsidP="00451E69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451E69">
              <w:rPr>
                <w:rFonts w:ascii="仿宋" w:eastAsia="仿宋" w:hAnsi="仿宋" w:hint="eastAsia"/>
                <w:b/>
                <w:sz w:val="32"/>
                <w:szCs w:val="32"/>
              </w:rPr>
              <w:t>手机号码</w:t>
            </w:r>
          </w:p>
        </w:tc>
        <w:tc>
          <w:tcPr>
            <w:tcW w:w="1843" w:type="dxa"/>
            <w:vAlign w:val="center"/>
          </w:tcPr>
          <w:p w:rsidR="00BD61D1" w:rsidRPr="00451E69" w:rsidRDefault="00BD61D1" w:rsidP="00451E69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451E69">
              <w:rPr>
                <w:rFonts w:ascii="仿宋" w:eastAsia="仿宋" w:hAnsi="仿宋"/>
                <w:b/>
                <w:sz w:val="32"/>
                <w:szCs w:val="32"/>
              </w:rPr>
              <w:t>QQ</w:t>
            </w:r>
            <w:r w:rsidRPr="00451E69">
              <w:rPr>
                <w:rFonts w:ascii="仿宋" w:eastAsia="仿宋" w:hAnsi="仿宋" w:hint="eastAsia"/>
                <w:b/>
                <w:sz w:val="32"/>
                <w:szCs w:val="32"/>
              </w:rPr>
              <w:t>号（或电子信箱）</w:t>
            </w:r>
          </w:p>
        </w:tc>
      </w:tr>
      <w:bookmarkEnd w:id="0"/>
      <w:tr w:rsidR="00BD61D1" w:rsidRPr="001E74C2" w:rsidTr="00E83EE1">
        <w:tc>
          <w:tcPr>
            <w:tcW w:w="1134" w:type="dxa"/>
            <w:vAlign w:val="center"/>
          </w:tcPr>
          <w:p w:rsidR="00BD61D1" w:rsidRPr="001E74C2" w:rsidRDefault="00BD61D1" w:rsidP="00451E6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BD61D1" w:rsidRPr="001E74C2" w:rsidRDefault="00BD61D1" w:rsidP="00451E6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BD61D1" w:rsidRPr="001E74C2" w:rsidRDefault="00BD61D1" w:rsidP="00451E6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BD61D1" w:rsidRPr="001E74C2" w:rsidRDefault="00BD61D1" w:rsidP="00451E6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BD61D1" w:rsidRPr="001E74C2" w:rsidRDefault="00BD61D1" w:rsidP="00451E6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D61D1" w:rsidRPr="001E74C2" w:rsidTr="00E83EE1">
        <w:tc>
          <w:tcPr>
            <w:tcW w:w="1134" w:type="dxa"/>
            <w:vAlign w:val="center"/>
          </w:tcPr>
          <w:p w:rsidR="00BD61D1" w:rsidRPr="001E74C2" w:rsidRDefault="00BD61D1" w:rsidP="00451E6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BD61D1" w:rsidRPr="001E74C2" w:rsidRDefault="00BD61D1" w:rsidP="00451E6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BD61D1" w:rsidRPr="001E74C2" w:rsidRDefault="00BD61D1" w:rsidP="00451E6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BD61D1" w:rsidRPr="001E74C2" w:rsidRDefault="00BD61D1" w:rsidP="00451E6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BD61D1" w:rsidRPr="001E74C2" w:rsidRDefault="00BD61D1" w:rsidP="00451E6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BD61D1" w:rsidRPr="005F28FE" w:rsidRDefault="00BD61D1" w:rsidP="003F6BFD">
      <w:pPr>
        <w:ind w:firstLine="660"/>
        <w:rPr>
          <w:rFonts w:ascii="仿宋" w:eastAsia="仿宋" w:hAnsi="仿宋"/>
          <w:sz w:val="32"/>
          <w:szCs w:val="32"/>
        </w:rPr>
      </w:pPr>
    </w:p>
    <w:p w:rsidR="00BD61D1" w:rsidRDefault="00BD61D1"/>
    <w:sectPr w:rsidR="00BD61D1" w:rsidSect="001873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6BFD"/>
    <w:rsid w:val="00056802"/>
    <w:rsid w:val="000E22FC"/>
    <w:rsid w:val="0010558A"/>
    <w:rsid w:val="00187368"/>
    <w:rsid w:val="001E74C2"/>
    <w:rsid w:val="003F6BFD"/>
    <w:rsid w:val="00451E69"/>
    <w:rsid w:val="005F28FE"/>
    <w:rsid w:val="007B261C"/>
    <w:rsid w:val="00BD61D1"/>
    <w:rsid w:val="00BE70D4"/>
    <w:rsid w:val="00D00080"/>
    <w:rsid w:val="00E83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BFD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11</Words>
  <Characters>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123</cp:lastModifiedBy>
  <cp:revision>5</cp:revision>
  <dcterms:created xsi:type="dcterms:W3CDTF">2015-05-04T00:33:00Z</dcterms:created>
  <dcterms:modified xsi:type="dcterms:W3CDTF">2016-01-10T12:48:00Z</dcterms:modified>
</cp:coreProperties>
</file>